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F7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</w:t>
      </w:r>
    </w:p>
    <w:p w:rsidR="00340CF7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40CF7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340CF7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340CF7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_________</w:t>
      </w:r>
    </w:p>
    <w:p w:rsidR="00340CF7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340CF7" w:rsidRPr="002021B1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«Утвержден</w:t>
      </w:r>
    </w:p>
    <w:p w:rsidR="00340CF7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40CF7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340CF7" w:rsidRPr="002021B1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2021B1">
        <w:rPr>
          <w:rFonts w:ascii="Times New Roman" w:hAnsi="Times New Roman"/>
          <w:sz w:val="28"/>
          <w:szCs w:val="28"/>
        </w:rPr>
        <w:t>Московской области</w:t>
      </w:r>
    </w:p>
    <w:p w:rsidR="00340CF7" w:rsidRPr="002021B1" w:rsidRDefault="00340CF7" w:rsidP="002021B1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021B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29.03.2017 </w:t>
      </w:r>
      <w:r w:rsidRPr="002021B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282-ПА</w:t>
      </w:r>
    </w:p>
    <w:p w:rsidR="00340CF7" w:rsidRDefault="00340CF7" w:rsidP="002021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0CF7" w:rsidRPr="002021B1" w:rsidRDefault="00340CF7" w:rsidP="002021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0CF7" w:rsidRPr="002021B1" w:rsidRDefault="00340CF7" w:rsidP="002021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1B1">
        <w:rPr>
          <w:rFonts w:ascii="Times New Roman" w:hAnsi="Times New Roman"/>
          <w:b/>
          <w:sz w:val="28"/>
          <w:szCs w:val="28"/>
        </w:rPr>
        <w:t>ПЕРЕЧЕНЬ</w:t>
      </w:r>
    </w:p>
    <w:p w:rsidR="00340CF7" w:rsidRDefault="00340CF7" w:rsidP="002021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1B1">
        <w:rPr>
          <w:rFonts w:ascii="Times New Roman" w:hAnsi="Times New Roman"/>
          <w:b/>
          <w:sz w:val="28"/>
          <w:szCs w:val="28"/>
        </w:rPr>
        <w:t xml:space="preserve">объектов ремонта автомобильных дорог общего пользования населенных пунктов, дворовых территорий </w:t>
      </w:r>
      <w:r>
        <w:rPr>
          <w:rFonts w:ascii="Times New Roman" w:hAnsi="Times New Roman"/>
          <w:b/>
          <w:sz w:val="28"/>
          <w:szCs w:val="28"/>
        </w:rPr>
        <w:t>многоквартирных домов, проездов</w:t>
      </w:r>
    </w:p>
    <w:p w:rsidR="00340CF7" w:rsidRPr="002021B1" w:rsidRDefault="00340CF7" w:rsidP="002021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1B1">
        <w:rPr>
          <w:rFonts w:ascii="Times New Roman" w:hAnsi="Times New Roman"/>
          <w:b/>
          <w:sz w:val="28"/>
          <w:szCs w:val="28"/>
        </w:rPr>
        <w:t>к дворовым территориям многоквартирных домов муниципального образования городской округ Королёв</w:t>
      </w:r>
      <w:r>
        <w:rPr>
          <w:rFonts w:ascii="Times New Roman" w:hAnsi="Times New Roman"/>
          <w:b/>
          <w:sz w:val="28"/>
          <w:szCs w:val="28"/>
        </w:rPr>
        <w:t xml:space="preserve"> Московской области на 2017 год</w:t>
      </w:r>
    </w:p>
    <w:p w:rsidR="00340CF7" w:rsidRPr="002021B1" w:rsidRDefault="00340CF7" w:rsidP="002021B1">
      <w:pPr>
        <w:pStyle w:val="ConsPlusNonformat"/>
        <w:tabs>
          <w:tab w:val="left" w:pos="42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Ind w:w="113" w:type="dxa"/>
        <w:tblLayout w:type="fixed"/>
        <w:tblLook w:val="00A0"/>
      </w:tblPr>
      <w:tblGrid>
        <w:gridCol w:w="594"/>
        <w:gridCol w:w="2559"/>
        <w:gridCol w:w="1484"/>
        <w:gridCol w:w="2446"/>
        <w:gridCol w:w="2268"/>
      </w:tblGrid>
      <w:tr w:rsidR="00340CF7" w:rsidRPr="002021B1" w:rsidTr="002021B1">
        <w:trPr>
          <w:trHeight w:val="322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Адрес объекта (Наименование объекта)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Проектная мощность (кв. метров)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Финансирование, 2017 год, рублей</w:t>
            </w:r>
          </w:p>
        </w:tc>
      </w:tr>
      <w:tr w:rsidR="00340CF7" w:rsidRPr="002021B1" w:rsidTr="002021B1">
        <w:trPr>
          <w:trHeight w:val="732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40CF7" w:rsidRPr="002021B1" w:rsidRDefault="00340CF7" w:rsidP="002021B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59"/>
        <w:gridCol w:w="1484"/>
        <w:gridCol w:w="2446"/>
        <w:gridCol w:w="519"/>
        <w:gridCol w:w="1749"/>
      </w:tblGrid>
      <w:tr w:rsidR="00340CF7" w:rsidRPr="002021B1" w:rsidTr="002021B1">
        <w:trPr>
          <w:trHeight w:val="300"/>
        </w:trPr>
        <w:tc>
          <w:tcPr>
            <w:tcW w:w="594" w:type="dxa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9" w:type="dxa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4" w:type="dxa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40CF7" w:rsidRPr="002021B1" w:rsidTr="002021B1">
        <w:trPr>
          <w:trHeight w:val="300"/>
        </w:trPr>
        <w:tc>
          <w:tcPr>
            <w:tcW w:w="9351" w:type="dxa"/>
            <w:gridSpan w:val="6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населенных пунктов</w:t>
            </w: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Автомобильная дорога общего пользования проспект Космонавтов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56 726,0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56 590 910,35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14 487 273,05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42 103 637,30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Автомобильная дорога общего пользования ул. Горького Часть2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19 318,0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20 605 132,85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5 274 914,01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15 330 218,84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Автомобильная дорога общего пользования подъезд к ГСК "Липа"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1 405,0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2 767 350,49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708 441,73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  <w:p w:rsidR="00340CF7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2 058 908,76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Автомобильная дорога общего пользования ул. Силикатная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4 423 903,31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1 132 519,25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3 291 384,06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Автомобильная дорога общего пользования ул. Александра Ульянова (мкр. Первомайский)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8 025,5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B1">
              <w:rPr>
                <w:rFonts w:ascii="Times New Roman" w:hAnsi="Times New Roman"/>
                <w:sz w:val="24"/>
                <w:szCs w:val="24"/>
              </w:rPr>
              <w:t>6 585 293,13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B1">
              <w:rPr>
                <w:rFonts w:ascii="Times New Roman" w:hAnsi="Times New Roman"/>
                <w:sz w:val="24"/>
                <w:szCs w:val="24"/>
              </w:rPr>
              <w:t>1 685 835,05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B1">
              <w:rPr>
                <w:rFonts w:ascii="Times New Roman" w:hAnsi="Times New Roman"/>
                <w:sz w:val="24"/>
                <w:szCs w:val="24"/>
              </w:rPr>
              <w:t>4 899 458,08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Автомобильная дорога общего пользования ул. Марины Цветаевой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7 673,0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7 462 222,05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1 910 328,85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5 551 893,20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Автомобильная дорога общего пользования ул. Кирова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11 893,5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11 029 210,79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2 823 477,96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8 205 732,83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Автомобильная дорога общего пользования ул. Октябрьский бульвар (от ул. Циолковского до Фрунзенского тупика)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4 187,0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3 973 355,68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1 017 179,06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15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2 956 176,62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Нераспределенный остаток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621,35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31,04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590,31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3153" w:type="dxa"/>
            <w:gridSpan w:val="2"/>
            <w:vMerge w:val="restart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84" w:type="dxa"/>
            <w:vMerge w:val="restart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114 328,0</w:t>
            </w: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113 438 000,00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3153" w:type="dxa"/>
            <w:gridSpan w:val="2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  <w:r w:rsidRPr="002021B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Королёв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29 040 000,00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3153" w:type="dxa"/>
            <w:gridSpan w:val="2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2268" w:type="dxa"/>
            <w:gridSpan w:val="2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84 398 000,00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72"/>
        </w:trPr>
        <w:tc>
          <w:tcPr>
            <w:tcW w:w="9351" w:type="dxa"/>
            <w:gridSpan w:val="6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Дворовая территория Ул.Героев Курсантов, д.3,5 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3 806,60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4 870 881,05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1 246 945,55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2 391 797,50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1 232 138,00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Ул.Лесная д.6, ул. Соколова, д. 7/4, 9, ул. Пушкинская, 7,9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6 818,20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8 562 041,64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2 191 882,66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4 204 305,05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2 165 853,93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ул. Б.Комитетская, д. 10, 12, 14, 16, ул. Малая Комитетская 1, 5,7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10 701,60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11 982 586,45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3 067 542,14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5 883 929,42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3 031 114,89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ул. Пионерская, д. 4, 6, ул.Тихонравова, 28,30,32, ул. Парковая, 3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10 577,80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11 897 833,70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3 045 845,43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5 842 312,44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3 009 675,83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ул. Соколова, д. 2, 4/1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7 748,90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11 009 470,45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2 818 424,43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5 406 090,54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2 784 955,48</w:t>
            </w: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ул. Б.Комитетская, д. 17, ул. Папанина 2,4, ул. Маяковского, 11/19,13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7 277,80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10 284 531,67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2 632 840,11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5 050 116,58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2 601 574,98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ул.Комитетский лес, 3, 4,5,6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7 334,80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9 786 534,10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2 505 352,73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4 805 579,85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2 475 601,52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ул. Молодежная, 5,6, ул. Тарасовская, 17,19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7 673,40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9 665 464,98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2 474 359,03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4 746 130,07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2 444 975,88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ул.Лесная, д.25, ул.Тихонравова, д.38/2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8 378,40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10 950 103,51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2 803 226,50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5 376 938,99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2 769 938,02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Проспект Королева, д.2,4,6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5 225,10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6 084 046,94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1 557 516,01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2 987 510,50</w:t>
            </w: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1 539 020,43</w:t>
            </w: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50 лет ВЛКСМ, д. 2а,4,ул. Степана Разина, д.6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1 928,0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2 164 875,77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554 208,20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489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1 063 040,63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424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547 626,94</w:t>
            </w:r>
          </w:p>
        </w:tc>
      </w:tr>
      <w:tr w:rsidR="00340CF7" w:rsidRPr="002021B1" w:rsidTr="002021B1">
        <w:trPr>
          <w:trHeight w:val="312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Дворцовый проезд, д.4, ул. Дзержинского, д.24/2, ул. Коммунальная, д.28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5 886,0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6 368 318,29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1 630 289,49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3 127 099,10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41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1 610 929,70</w:t>
            </w: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ул.Коммунальная, д.36/8, д.38, ул. Суворова, д.4, ул. Дзержинского, д.8а,8б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6 287,0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7 403 302,04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1 895 245,32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4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3 635 317,55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75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1 872 739,17</w:t>
            </w: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Дзержинского, д.18,20,22,16/1, ул. Суворова, д.3,5/1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4 729,0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5 463 516,89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1 398 660,33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436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2 682 805,41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436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1 382 051,15</w:t>
            </w: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Проспект Королева, д.6а,2а,2б,6б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6 890,9</w:t>
            </w:r>
          </w:p>
        </w:tc>
        <w:tc>
          <w:tcPr>
            <w:tcW w:w="2965" w:type="dxa"/>
            <w:gridSpan w:val="2"/>
          </w:tcPr>
          <w:p w:rsidR="00340CF7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7 106 055,47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1 819 150,20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589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3 489 357,58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55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1 797 547,69</w:t>
            </w: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424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Горького, д.1,3, ул. Дзержинского, д.13/2,15,15а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16 227,6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19 316 582,29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4 945 045,07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81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12 923 163,74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99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1 448 373,48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Дзержинского, д.25, ул. Горького, д.4,4б,4в,4г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9 582,6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11 546 860,13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2 955 996,19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75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8 590 863,94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Стадионная, д.2,2а,4,6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5 396,7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6 543 233,11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1 675 067,68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4 868 165,43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Пушкинская, д.9а, 11, ул. Пионерская, 10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5 090,6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5 556 142,41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1 422 372,46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4 133 769,95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Советская д.22,24,26,288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5 840,5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7 022 642,22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1 797 796,41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5 224 845,81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Грабина, д.5/2,7,9/1 ул. Садовая, д.4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1 168,25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1 431 604,18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366 490,67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1 065 113,51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Сакко и Ванцетти, д.4, пр-зд Циолковского, д.3а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4 441,1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4 178 787,66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1 069 769,64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539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3 109 018,02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пр-кт Космонавтов, д.20/35, ул. Горького, д.33,33а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12 274,81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13 365 735,62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3 421 628,32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9 944 107,30</w:t>
            </w: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Горького, д.16, корп. 1,2,3,4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5 222,8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6 182 279,22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1 582 663,48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4 599 615,74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Лермонтова, д.2, ул. Горького, д.41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6 212,8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8 055 225,37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2 062 137,69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5 993 087,68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Комсомольская, д.7,7а, ул. Садовая, д.6,6а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3 138,52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3 841 562,31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983 439,95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54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2 858 122,36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Гагарина, д.30,32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1 820 434,75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466 031,30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1 354 403,45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Бурковский проезд, д.9, ул. Школьная, д.28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957,52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1 713 702,25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438 707,77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1 274 994,48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Ленина, д.1,3а,5,7, проезд Воровского, д.1,3,5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7 669,3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11 825 436,84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3 027 311,83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543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8 798 125,01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Горького, д.79 корп.13, ул. Полевая, д.84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1 168,0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1 491 544,54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381 835,40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435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1 109 709,14</w:t>
            </w: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проспект Космонавтов, д.40,42,44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6 025,5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5 025 095,96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1 286 424,56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3 738 671,40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 50 лет ВЛКСМ, д.10,12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8 261,5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8 517 583,55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2 180 501,39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6 337 082,16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Дворовая территория многоквартирных домов ул.Первомайская, д. 1,2,3,5,7,7а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2 722,4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3 085 538,33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789 897,81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2 295 640,52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Нераспределенный остаток</w:t>
            </w:r>
          </w:p>
        </w:tc>
        <w:tc>
          <w:tcPr>
            <w:tcW w:w="1484" w:type="dxa"/>
            <w:vMerge w:val="restart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446,31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394,25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49,15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59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</w:tr>
      <w:tr w:rsidR="00340CF7" w:rsidRPr="002021B1" w:rsidTr="002021B1">
        <w:trPr>
          <w:trHeight w:val="300"/>
        </w:trPr>
        <w:tc>
          <w:tcPr>
            <w:tcW w:w="3153" w:type="dxa"/>
            <w:gridSpan w:val="2"/>
            <w:vMerge w:val="restart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84" w:type="dxa"/>
            <w:vMerge w:val="restart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204 219,00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244 120 000,00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3153" w:type="dxa"/>
            <w:gridSpan w:val="2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62 495 000,00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3153" w:type="dxa"/>
            <w:gridSpan w:val="2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148 910 880,00</w:t>
            </w:r>
          </w:p>
        </w:tc>
      </w:tr>
      <w:tr w:rsidR="00340CF7" w:rsidRPr="002021B1" w:rsidTr="002021B1">
        <w:trPr>
          <w:trHeight w:val="300"/>
        </w:trPr>
        <w:tc>
          <w:tcPr>
            <w:tcW w:w="3153" w:type="dxa"/>
            <w:gridSpan w:val="2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32 714 120,00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300"/>
        </w:trPr>
        <w:tc>
          <w:tcPr>
            <w:tcW w:w="3153" w:type="dxa"/>
            <w:gridSpan w:val="2"/>
            <w:vMerge w:val="restart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</w:tc>
        <w:tc>
          <w:tcPr>
            <w:tcW w:w="1484" w:type="dxa"/>
            <w:vMerge w:val="restart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318 547,00</w:t>
            </w: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357 558 000,00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3153" w:type="dxa"/>
            <w:gridSpan w:val="2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городского округа Королёв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91 535 000,00</w:t>
            </w:r>
          </w:p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0CF7" w:rsidRPr="002021B1" w:rsidTr="002021B1">
        <w:trPr>
          <w:trHeight w:val="600"/>
        </w:trPr>
        <w:tc>
          <w:tcPr>
            <w:tcW w:w="3153" w:type="dxa"/>
            <w:gridSpan w:val="2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233 308 880,00</w:t>
            </w:r>
          </w:p>
        </w:tc>
      </w:tr>
      <w:tr w:rsidR="00340CF7" w:rsidRPr="002021B1" w:rsidTr="002021B1">
        <w:trPr>
          <w:trHeight w:val="300"/>
        </w:trPr>
        <w:tc>
          <w:tcPr>
            <w:tcW w:w="3153" w:type="dxa"/>
            <w:gridSpan w:val="2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5" w:type="dxa"/>
            <w:gridSpan w:val="2"/>
          </w:tcPr>
          <w:p w:rsidR="00340CF7" w:rsidRPr="002021B1" w:rsidRDefault="00340CF7" w:rsidP="00202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749" w:type="dxa"/>
            <w:vAlign w:val="center"/>
          </w:tcPr>
          <w:p w:rsidR="00340CF7" w:rsidRPr="002021B1" w:rsidRDefault="00340CF7" w:rsidP="002021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021B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32 714 120,00</w:t>
            </w:r>
          </w:p>
        </w:tc>
      </w:tr>
    </w:tbl>
    <w:p w:rsidR="00340CF7" w:rsidRDefault="00340CF7" w:rsidP="002021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0CF7" w:rsidRPr="002021B1" w:rsidRDefault="00340CF7" w:rsidP="002021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340CF7" w:rsidRPr="002021B1" w:rsidSect="002021B1">
      <w:headerReference w:type="even" r:id="rId7"/>
      <w:headerReference w:type="default" r:id="rId8"/>
      <w:pgSz w:w="11906" w:h="16838"/>
      <w:pgMar w:top="1134" w:right="70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CF7" w:rsidRDefault="00340CF7">
      <w:r>
        <w:separator/>
      </w:r>
    </w:p>
  </w:endnote>
  <w:endnote w:type="continuationSeparator" w:id="0">
    <w:p w:rsidR="00340CF7" w:rsidRDefault="00340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CF7" w:rsidRDefault="00340CF7">
      <w:r>
        <w:separator/>
      </w:r>
    </w:p>
  </w:footnote>
  <w:footnote w:type="continuationSeparator" w:id="0">
    <w:p w:rsidR="00340CF7" w:rsidRDefault="00340C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CF7" w:rsidRDefault="00340CF7" w:rsidP="00B71BE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0CF7" w:rsidRDefault="00340C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CF7" w:rsidRPr="002021B1" w:rsidRDefault="00340CF7">
    <w:pPr>
      <w:pStyle w:val="Header"/>
      <w:jc w:val="center"/>
      <w:rPr>
        <w:rFonts w:ascii="Times New Roman" w:hAnsi="Times New Roman"/>
        <w:sz w:val="24"/>
        <w:szCs w:val="24"/>
      </w:rPr>
    </w:pPr>
    <w:r w:rsidRPr="002021B1">
      <w:rPr>
        <w:rFonts w:ascii="Times New Roman" w:hAnsi="Times New Roman"/>
        <w:sz w:val="24"/>
        <w:szCs w:val="24"/>
      </w:rPr>
      <w:fldChar w:fldCharType="begin"/>
    </w:r>
    <w:r w:rsidRPr="002021B1">
      <w:rPr>
        <w:rFonts w:ascii="Times New Roman" w:hAnsi="Times New Roman"/>
        <w:sz w:val="24"/>
        <w:szCs w:val="24"/>
      </w:rPr>
      <w:instrText>PAGE   \* MERGEFORMAT</w:instrText>
    </w:r>
    <w:r w:rsidRPr="002021B1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9</w:t>
    </w:r>
    <w:r w:rsidRPr="002021B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854"/>
    <w:multiLevelType w:val="hybridMultilevel"/>
    <w:tmpl w:val="6AC6C662"/>
    <w:lvl w:ilvl="0" w:tplc="C322A65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CF127CC"/>
    <w:multiLevelType w:val="hybridMultilevel"/>
    <w:tmpl w:val="17A8EB2E"/>
    <w:lvl w:ilvl="0" w:tplc="636CBE2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A57DF2"/>
    <w:multiLevelType w:val="hybridMultilevel"/>
    <w:tmpl w:val="4D2E506C"/>
    <w:lvl w:ilvl="0" w:tplc="9D4A957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794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66BC"/>
    <w:rsid w:val="00007208"/>
    <w:rsid w:val="0000795F"/>
    <w:rsid w:val="00007983"/>
    <w:rsid w:val="000104E2"/>
    <w:rsid w:val="000117DB"/>
    <w:rsid w:val="00011E12"/>
    <w:rsid w:val="00012085"/>
    <w:rsid w:val="00012F84"/>
    <w:rsid w:val="0001317A"/>
    <w:rsid w:val="00013D05"/>
    <w:rsid w:val="00014067"/>
    <w:rsid w:val="0001495C"/>
    <w:rsid w:val="0001556C"/>
    <w:rsid w:val="0001697F"/>
    <w:rsid w:val="000176C6"/>
    <w:rsid w:val="000212F7"/>
    <w:rsid w:val="00021A2E"/>
    <w:rsid w:val="00022198"/>
    <w:rsid w:val="00022AE5"/>
    <w:rsid w:val="00023566"/>
    <w:rsid w:val="00023C07"/>
    <w:rsid w:val="000241BA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257"/>
    <w:rsid w:val="00052307"/>
    <w:rsid w:val="00052395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5BC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26B"/>
    <w:rsid w:val="000C64C2"/>
    <w:rsid w:val="000C69EB"/>
    <w:rsid w:val="000C6B7A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EEE"/>
    <w:rsid w:val="000D745F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5E89"/>
    <w:rsid w:val="000E66DA"/>
    <w:rsid w:val="000E6F8F"/>
    <w:rsid w:val="000E71F3"/>
    <w:rsid w:val="000E7A02"/>
    <w:rsid w:val="000E7AC7"/>
    <w:rsid w:val="000F0632"/>
    <w:rsid w:val="000F0885"/>
    <w:rsid w:val="000F0DB2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EE7"/>
    <w:rsid w:val="00105885"/>
    <w:rsid w:val="001064DC"/>
    <w:rsid w:val="00107004"/>
    <w:rsid w:val="00107ABB"/>
    <w:rsid w:val="00107D50"/>
    <w:rsid w:val="00107E16"/>
    <w:rsid w:val="00110516"/>
    <w:rsid w:val="001107F7"/>
    <w:rsid w:val="00111E9F"/>
    <w:rsid w:val="0011202A"/>
    <w:rsid w:val="001123FA"/>
    <w:rsid w:val="00112A09"/>
    <w:rsid w:val="00112D05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17B62"/>
    <w:rsid w:val="001207BF"/>
    <w:rsid w:val="0012099D"/>
    <w:rsid w:val="00120B79"/>
    <w:rsid w:val="00121423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5AC1"/>
    <w:rsid w:val="00136360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7CEA"/>
    <w:rsid w:val="00151EBB"/>
    <w:rsid w:val="00153FD2"/>
    <w:rsid w:val="00154777"/>
    <w:rsid w:val="00154C4A"/>
    <w:rsid w:val="0015605D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0A1E"/>
    <w:rsid w:val="00171ACA"/>
    <w:rsid w:val="0017310B"/>
    <w:rsid w:val="00173501"/>
    <w:rsid w:val="0017369E"/>
    <w:rsid w:val="001737D3"/>
    <w:rsid w:val="00173A99"/>
    <w:rsid w:val="001746CC"/>
    <w:rsid w:val="001746F8"/>
    <w:rsid w:val="00174843"/>
    <w:rsid w:val="00174C21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E12"/>
    <w:rsid w:val="001A53DA"/>
    <w:rsid w:val="001A5BC5"/>
    <w:rsid w:val="001A6C18"/>
    <w:rsid w:val="001A7E34"/>
    <w:rsid w:val="001B0C7D"/>
    <w:rsid w:val="001B232F"/>
    <w:rsid w:val="001B2E35"/>
    <w:rsid w:val="001B4D30"/>
    <w:rsid w:val="001B51C6"/>
    <w:rsid w:val="001B5939"/>
    <w:rsid w:val="001C0D85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B61"/>
    <w:rsid w:val="001D5FE8"/>
    <w:rsid w:val="001D73A5"/>
    <w:rsid w:val="001D7AFD"/>
    <w:rsid w:val="001E0850"/>
    <w:rsid w:val="001E115B"/>
    <w:rsid w:val="001E1720"/>
    <w:rsid w:val="001E1779"/>
    <w:rsid w:val="001E1C51"/>
    <w:rsid w:val="001E3270"/>
    <w:rsid w:val="001E4913"/>
    <w:rsid w:val="001E650E"/>
    <w:rsid w:val="001E6B41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44FF"/>
    <w:rsid w:val="001F6FEE"/>
    <w:rsid w:val="0020010A"/>
    <w:rsid w:val="00200609"/>
    <w:rsid w:val="00200687"/>
    <w:rsid w:val="002006B0"/>
    <w:rsid w:val="002009AB"/>
    <w:rsid w:val="00200CB1"/>
    <w:rsid w:val="00201536"/>
    <w:rsid w:val="002021B1"/>
    <w:rsid w:val="0020227E"/>
    <w:rsid w:val="0020231E"/>
    <w:rsid w:val="00203218"/>
    <w:rsid w:val="00203AEA"/>
    <w:rsid w:val="00203E63"/>
    <w:rsid w:val="002050E6"/>
    <w:rsid w:val="00205273"/>
    <w:rsid w:val="00205933"/>
    <w:rsid w:val="00205DB3"/>
    <w:rsid w:val="00205ED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99E"/>
    <w:rsid w:val="00211FA4"/>
    <w:rsid w:val="0021201D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3A6"/>
    <w:rsid w:val="00224D3F"/>
    <w:rsid w:val="0022536A"/>
    <w:rsid w:val="00225B31"/>
    <w:rsid w:val="0022766E"/>
    <w:rsid w:val="00227ADA"/>
    <w:rsid w:val="00227C0F"/>
    <w:rsid w:val="0023002B"/>
    <w:rsid w:val="0023042F"/>
    <w:rsid w:val="002304E1"/>
    <w:rsid w:val="0023077E"/>
    <w:rsid w:val="00230BAC"/>
    <w:rsid w:val="00230EEC"/>
    <w:rsid w:val="00232123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F4D"/>
    <w:rsid w:val="00240EE9"/>
    <w:rsid w:val="00240EEE"/>
    <w:rsid w:val="00241177"/>
    <w:rsid w:val="00241C03"/>
    <w:rsid w:val="00241CEA"/>
    <w:rsid w:val="002422CB"/>
    <w:rsid w:val="00242F1D"/>
    <w:rsid w:val="002441DD"/>
    <w:rsid w:val="00247323"/>
    <w:rsid w:val="0025070A"/>
    <w:rsid w:val="00250C6F"/>
    <w:rsid w:val="00250CFB"/>
    <w:rsid w:val="00251BA9"/>
    <w:rsid w:val="0025242B"/>
    <w:rsid w:val="002524D4"/>
    <w:rsid w:val="00252DED"/>
    <w:rsid w:val="00253B8C"/>
    <w:rsid w:val="00254B38"/>
    <w:rsid w:val="00254CAD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6F3"/>
    <w:rsid w:val="002707F8"/>
    <w:rsid w:val="00270A41"/>
    <w:rsid w:val="00272794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6848"/>
    <w:rsid w:val="00287098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DA7"/>
    <w:rsid w:val="002B09A1"/>
    <w:rsid w:val="002B27BB"/>
    <w:rsid w:val="002B289B"/>
    <w:rsid w:val="002B3ED2"/>
    <w:rsid w:val="002B3F6B"/>
    <w:rsid w:val="002B5122"/>
    <w:rsid w:val="002B5B69"/>
    <w:rsid w:val="002C131E"/>
    <w:rsid w:val="002C19F2"/>
    <w:rsid w:val="002C2120"/>
    <w:rsid w:val="002C2B83"/>
    <w:rsid w:val="002C3568"/>
    <w:rsid w:val="002C379E"/>
    <w:rsid w:val="002C4085"/>
    <w:rsid w:val="002C455F"/>
    <w:rsid w:val="002C4974"/>
    <w:rsid w:val="002C4CC4"/>
    <w:rsid w:val="002C518D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512C"/>
    <w:rsid w:val="002D51C6"/>
    <w:rsid w:val="002D5F2A"/>
    <w:rsid w:val="002D634E"/>
    <w:rsid w:val="002D652F"/>
    <w:rsid w:val="002D6A81"/>
    <w:rsid w:val="002D6EF0"/>
    <w:rsid w:val="002E1C3A"/>
    <w:rsid w:val="002E24CB"/>
    <w:rsid w:val="002E29E0"/>
    <w:rsid w:val="002E2B85"/>
    <w:rsid w:val="002E311A"/>
    <w:rsid w:val="002E32B8"/>
    <w:rsid w:val="002E4836"/>
    <w:rsid w:val="002E4D76"/>
    <w:rsid w:val="002E5A02"/>
    <w:rsid w:val="002E5B9F"/>
    <w:rsid w:val="002E5C4D"/>
    <w:rsid w:val="002E60B1"/>
    <w:rsid w:val="002E61BF"/>
    <w:rsid w:val="002E66B0"/>
    <w:rsid w:val="002E6719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43AF"/>
    <w:rsid w:val="003050E6"/>
    <w:rsid w:val="00305253"/>
    <w:rsid w:val="003068E7"/>
    <w:rsid w:val="00306F05"/>
    <w:rsid w:val="00307C31"/>
    <w:rsid w:val="00310032"/>
    <w:rsid w:val="00310663"/>
    <w:rsid w:val="00310844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401CB"/>
    <w:rsid w:val="003402B4"/>
    <w:rsid w:val="0034047F"/>
    <w:rsid w:val="00340CF7"/>
    <w:rsid w:val="0034103F"/>
    <w:rsid w:val="003429FD"/>
    <w:rsid w:val="00344E53"/>
    <w:rsid w:val="00345EF6"/>
    <w:rsid w:val="00346BC0"/>
    <w:rsid w:val="00346C51"/>
    <w:rsid w:val="003478A5"/>
    <w:rsid w:val="00347CCE"/>
    <w:rsid w:val="00350BC9"/>
    <w:rsid w:val="003517AB"/>
    <w:rsid w:val="00351834"/>
    <w:rsid w:val="003518FB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7507"/>
    <w:rsid w:val="0037785C"/>
    <w:rsid w:val="00377A80"/>
    <w:rsid w:val="00377C2A"/>
    <w:rsid w:val="003800E4"/>
    <w:rsid w:val="00380B2B"/>
    <w:rsid w:val="00381350"/>
    <w:rsid w:val="00381641"/>
    <w:rsid w:val="00383408"/>
    <w:rsid w:val="00383B95"/>
    <w:rsid w:val="00384262"/>
    <w:rsid w:val="0038535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2F3A"/>
    <w:rsid w:val="003949A2"/>
    <w:rsid w:val="00394AC9"/>
    <w:rsid w:val="00395645"/>
    <w:rsid w:val="00396C13"/>
    <w:rsid w:val="00396CC0"/>
    <w:rsid w:val="00397F46"/>
    <w:rsid w:val="003A00FE"/>
    <w:rsid w:val="003A0A4F"/>
    <w:rsid w:val="003A1518"/>
    <w:rsid w:val="003A18DF"/>
    <w:rsid w:val="003A1A2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998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5DB0"/>
    <w:rsid w:val="003C6A7D"/>
    <w:rsid w:val="003C703E"/>
    <w:rsid w:val="003C7053"/>
    <w:rsid w:val="003C7057"/>
    <w:rsid w:val="003D146B"/>
    <w:rsid w:val="003D35AA"/>
    <w:rsid w:val="003D3889"/>
    <w:rsid w:val="003D5CD2"/>
    <w:rsid w:val="003D615B"/>
    <w:rsid w:val="003D685E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9C9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D19"/>
    <w:rsid w:val="00402F8C"/>
    <w:rsid w:val="00403346"/>
    <w:rsid w:val="00403A76"/>
    <w:rsid w:val="004044B9"/>
    <w:rsid w:val="004046B5"/>
    <w:rsid w:val="00404EA5"/>
    <w:rsid w:val="00405A46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3F76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22C6"/>
    <w:rsid w:val="00423E5E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C9B"/>
    <w:rsid w:val="00433D63"/>
    <w:rsid w:val="004342A1"/>
    <w:rsid w:val="0043504E"/>
    <w:rsid w:val="00437211"/>
    <w:rsid w:val="00440128"/>
    <w:rsid w:val="0044093C"/>
    <w:rsid w:val="00443789"/>
    <w:rsid w:val="00443C99"/>
    <w:rsid w:val="00443EBD"/>
    <w:rsid w:val="00444C51"/>
    <w:rsid w:val="00445A22"/>
    <w:rsid w:val="00445E9E"/>
    <w:rsid w:val="004467AF"/>
    <w:rsid w:val="004479F2"/>
    <w:rsid w:val="00447DA0"/>
    <w:rsid w:val="004509F0"/>
    <w:rsid w:val="0045104B"/>
    <w:rsid w:val="004513B1"/>
    <w:rsid w:val="00451DB8"/>
    <w:rsid w:val="00451F12"/>
    <w:rsid w:val="0045283A"/>
    <w:rsid w:val="00453A66"/>
    <w:rsid w:val="00453F7C"/>
    <w:rsid w:val="00455D01"/>
    <w:rsid w:val="00455FE3"/>
    <w:rsid w:val="00456922"/>
    <w:rsid w:val="004600B1"/>
    <w:rsid w:val="004607F0"/>
    <w:rsid w:val="00461D82"/>
    <w:rsid w:val="00462169"/>
    <w:rsid w:val="004621AD"/>
    <w:rsid w:val="00464462"/>
    <w:rsid w:val="00464BC5"/>
    <w:rsid w:val="00466345"/>
    <w:rsid w:val="00466F4C"/>
    <w:rsid w:val="00467203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06BE"/>
    <w:rsid w:val="0048190B"/>
    <w:rsid w:val="00482A62"/>
    <w:rsid w:val="00482C9A"/>
    <w:rsid w:val="00483DC4"/>
    <w:rsid w:val="00484217"/>
    <w:rsid w:val="00484625"/>
    <w:rsid w:val="00484D6D"/>
    <w:rsid w:val="00485472"/>
    <w:rsid w:val="00485ABD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A78"/>
    <w:rsid w:val="004A3076"/>
    <w:rsid w:val="004A324D"/>
    <w:rsid w:val="004A35E4"/>
    <w:rsid w:val="004A39F1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B39"/>
    <w:rsid w:val="004B2E83"/>
    <w:rsid w:val="004B566B"/>
    <w:rsid w:val="004B63F6"/>
    <w:rsid w:val="004B69A7"/>
    <w:rsid w:val="004B6A28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6FCD"/>
    <w:rsid w:val="004D7EB3"/>
    <w:rsid w:val="004E0926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58E6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1FE0"/>
    <w:rsid w:val="0052279E"/>
    <w:rsid w:val="005227E5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553"/>
    <w:rsid w:val="00532B00"/>
    <w:rsid w:val="005330A7"/>
    <w:rsid w:val="0053329C"/>
    <w:rsid w:val="005337CE"/>
    <w:rsid w:val="00533C23"/>
    <w:rsid w:val="00534A6C"/>
    <w:rsid w:val="00534D6D"/>
    <w:rsid w:val="00535443"/>
    <w:rsid w:val="005355C8"/>
    <w:rsid w:val="005378A8"/>
    <w:rsid w:val="005402F9"/>
    <w:rsid w:val="0054084C"/>
    <w:rsid w:val="00540EEE"/>
    <w:rsid w:val="00541A74"/>
    <w:rsid w:val="00541DB4"/>
    <w:rsid w:val="00541F85"/>
    <w:rsid w:val="00542A29"/>
    <w:rsid w:val="00542F99"/>
    <w:rsid w:val="005432C3"/>
    <w:rsid w:val="00543DF4"/>
    <w:rsid w:val="00543FE3"/>
    <w:rsid w:val="005447F0"/>
    <w:rsid w:val="00544C37"/>
    <w:rsid w:val="00544C38"/>
    <w:rsid w:val="00546C06"/>
    <w:rsid w:val="00546E2C"/>
    <w:rsid w:val="0054758F"/>
    <w:rsid w:val="00550ECB"/>
    <w:rsid w:val="00551961"/>
    <w:rsid w:val="005521E1"/>
    <w:rsid w:val="0055243D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FF1"/>
    <w:rsid w:val="00557336"/>
    <w:rsid w:val="00557C1A"/>
    <w:rsid w:val="00557CFD"/>
    <w:rsid w:val="00557E18"/>
    <w:rsid w:val="005601EB"/>
    <w:rsid w:val="0056063F"/>
    <w:rsid w:val="00560AEA"/>
    <w:rsid w:val="00561074"/>
    <w:rsid w:val="00561C4A"/>
    <w:rsid w:val="00561EA7"/>
    <w:rsid w:val="0056204E"/>
    <w:rsid w:val="00562B17"/>
    <w:rsid w:val="00563DEB"/>
    <w:rsid w:val="005642BA"/>
    <w:rsid w:val="0056452F"/>
    <w:rsid w:val="0056497F"/>
    <w:rsid w:val="00565200"/>
    <w:rsid w:val="005653E9"/>
    <w:rsid w:val="0056563C"/>
    <w:rsid w:val="0056665D"/>
    <w:rsid w:val="005667F8"/>
    <w:rsid w:val="00570E99"/>
    <w:rsid w:val="0057145E"/>
    <w:rsid w:val="005717E1"/>
    <w:rsid w:val="005720C3"/>
    <w:rsid w:val="00572494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451"/>
    <w:rsid w:val="005866E9"/>
    <w:rsid w:val="005869ED"/>
    <w:rsid w:val="0058745D"/>
    <w:rsid w:val="00590111"/>
    <w:rsid w:val="005905A2"/>
    <w:rsid w:val="0059063F"/>
    <w:rsid w:val="00590A51"/>
    <w:rsid w:val="00591D37"/>
    <w:rsid w:val="005932C2"/>
    <w:rsid w:val="00593B91"/>
    <w:rsid w:val="005946C8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D1753"/>
    <w:rsid w:val="005D2C9B"/>
    <w:rsid w:val="005D3382"/>
    <w:rsid w:val="005D42BF"/>
    <w:rsid w:val="005D531B"/>
    <w:rsid w:val="005D55F0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44F"/>
    <w:rsid w:val="005E48FC"/>
    <w:rsid w:val="005E49F3"/>
    <w:rsid w:val="005E578B"/>
    <w:rsid w:val="005E7931"/>
    <w:rsid w:val="005F0153"/>
    <w:rsid w:val="005F02E6"/>
    <w:rsid w:val="005F0D0A"/>
    <w:rsid w:val="005F16E5"/>
    <w:rsid w:val="005F1930"/>
    <w:rsid w:val="005F2D15"/>
    <w:rsid w:val="005F30D2"/>
    <w:rsid w:val="005F3581"/>
    <w:rsid w:val="005F4B73"/>
    <w:rsid w:val="005F4F5F"/>
    <w:rsid w:val="00600E83"/>
    <w:rsid w:val="00600F00"/>
    <w:rsid w:val="00601A06"/>
    <w:rsid w:val="00602B75"/>
    <w:rsid w:val="00602B84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2D5A"/>
    <w:rsid w:val="00613AA3"/>
    <w:rsid w:val="00614355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276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331FF"/>
    <w:rsid w:val="0063349D"/>
    <w:rsid w:val="006338CD"/>
    <w:rsid w:val="00633A53"/>
    <w:rsid w:val="00633E6C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7DA"/>
    <w:rsid w:val="00643F57"/>
    <w:rsid w:val="00645120"/>
    <w:rsid w:val="00646088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57568"/>
    <w:rsid w:val="00660809"/>
    <w:rsid w:val="00661728"/>
    <w:rsid w:val="00661C3B"/>
    <w:rsid w:val="006630BD"/>
    <w:rsid w:val="00663196"/>
    <w:rsid w:val="006635DF"/>
    <w:rsid w:val="00665102"/>
    <w:rsid w:val="00665FD5"/>
    <w:rsid w:val="006660F5"/>
    <w:rsid w:val="00666E72"/>
    <w:rsid w:val="00670808"/>
    <w:rsid w:val="006714F5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7C3A"/>
    <w:rsid w:val="00677DF6"/>
    <w:rsid w:val="006804B6"/>
    <w:rsid w:val="00680C5C"/>
    <w:rsid w:val="00681383"/>
    <w:rsid w:val="006814B6"/>
    <w:rsid w:val="006814C5"/>
    <w:rsid w:val="006817F3"/>
    <w:rsid w:val="006819AC"/>
    <w:rsid w:val="00681A05"/>
    <w:rsid w:val="00681ED5"/>
    <w:rsid w:val="00683416"/>
    <w:rsid w:val="00683899"/>
    <w:rsid w:val="00684093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6C0"/>
    <w:rsid w:val="006937F2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A0735"/>
    <w:rsid w:val="006A1529"/>
    <w:rsid w:val="006A186E"/>
    <w:rsid w:val="006A2709"/>
    <w:rsid w:val="006A2927"/>
    <w:rsid w:val="006A322D"/>
    <w:rsid w:val="006A4A70"/>
    <w:rsid w:val="006A4AA6"/>
    <w:rsid w:val="006A5420"/>
    <w:rsid w:val="006A544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212"/>
    <w:rsid w:val="006D431B"/>
    <w:rsid w:val="006D4C45"/>
    <w:rsid w:val="006D4D7A"/>
    <w:rsid w:val="006D52A0"/>
    <w:rsid w:val="006D56EE"/>
    <w:rsid w:val="006D59B5"/>
    <w:rsid w:val="006D6B14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F1D"/>
    <w:rsid w:val="006E71B6"/>
    <w:rsid w:val="006E755A"/>
    <w:rsid w:val="006F0898"/>
    <w:rsid w:val="006F1A64"/>
    <w:rsid w:val="006F253A"/>
    <w:rsid w:val="006F2E99"/>
    <w:rsid w:val="006F3B24"/>
    <w:rsid w:val="006F45C2"/>
    <w:rsid w:val="006F4A0A"/>
    <w:rsid w:val="006F4F1F"/>
    <w:rsid w:val="006F549A"/>
    <w:rsid w:val="006F5555"/>
    <w:rsid w:val="006F619F"/>
    <w:rsid w:val="006F6E2C"/>
    <w:rsid w:val="006F6E58"/>
    <w:rsid w:val="006F7194"/>
    <w:rsid w:val="006F77A1"/>
    <w:rsid w:val="006F7FE5"/>
    <w:rsid w:val="007006CB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AE5"/>
    <w:rsid w:val="00707E8A"/>
    <w:rsid w:val="00710660"/>
    <w:rsid w:val="007110D7"/>
    <w:rsid w:val="00711344"/>
    <w:rsid w:val="0071203C"/>
    <w:rsid w:val="007120B3"/>
    <w:rsid w:val="007124BE"/>
    <w:rsid w:val="007128A9"/>
    <w:rsid w:val="00713DEE"/>
    <w:rsid w:val="00714921"/>
    <w:rsid w:val="00714A1D"/>
    <w:rsid w:val="00714F25"/>
    <w:rsid w:val="00715B4F"/>
    <w:rsid w:val="00716846"/>
    <w:rsid w:val="00716B19"/>
    <w:rsid w:val="00717425"/>
    <w:rsid w:val="00717B0A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CB3"/>
    <w:rsid w:val="00724F26"/>
    <w:rsid w:val="007251C6"/>
    <w:rsid w:val="00725D91"/>
    <w:rsid w:val="00725EBE"/>
    <w:rsid w:val="007260A2"/>
    <w:rsid w:val="00726661"/>
    <w:rsid w:val="00726E64"/>
    <w:rsid w:val="00726EF4"/>
    <w:rsid w:val="007303A8"/>
    <w:rsid w:val="0073056B"/>
    <w:rsid w:val="00730AD5"/>
    <w:rsid w:val="00730EEE"/>
    <w:rsid w:val="007318E7"/>
    <w:rsid w:val="00732114"/>
    <w:rsid w:val="00733274"/>
    <w:rsid w:val="00733635"/>
    <w:rsid w:val="00734078"/>
    <w:rsid w:val="0073516E"/>
    <w:rsid w:val="0073691D"/>
    <w:rsid w:val="0073735F"/>
    <w:rsid w:val="00737702"/>
    <w:rsid w:val="00740800"/>
    <w:rsid w:val="007409E5"/>
    <w:rsid w:val="00741065"/>
    <w:rsid w:val="00741438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4245"/>
    <w:rsid w:val="007546DA"/>
    <w:rsid w:val="007549DD"/>
    <w:rsid w:val="00754CD4"/>
    <w:rsid w:val="00754D99"/>
    <w:rsid w:val="00754F2E"/>
    <w:rsid w:val="007551B6"/>
    <w:rsid w:val="007567A7"/>
    <w:rsid w:val="00756966"/>
    <w:rsid w:val="00756A83"/>
    <w:rsid w:val="0075734B"/>
    <w:rsid w:val="0075735B"/>
    <w:rsid w:val="00757BC7"/>
    <w:rsid w:val="00757EE1"/>
    <w:rsid w:val="007603BC"/>
    <w:rsid w:val="0076062A"/>
    <w:rsid w:val="00760679"/>
    <w:rsid w:val="0076139A"/>
    <w:rsid w:val="007617E2"/>
    <w:rsid w:val="00761961"/>
    <w:rsid w:val="00761A3F"/>
    <w:rsid w:val="00761F07"/>
    <w:rsid w:val="007624CB"/>
    <w:rsid w:val="007624D7"/>
    <w:rsid w:val="00762EA8"/>
    <w:rsid w:val="00762F77"/>
    <w:rsid w:val="0076386A"/>
    <w:rsid w:val="00764CD7"/>
    <w:rsid w:val="007651F9"/>
    <w:rsid w:val="00767ED0"/>
    <w:rsid w:val="00770FED"/>
    <w:rsid w:val="00771BF8"/>
    <w:rsid w:val="0077284A"/>
    <w:rsid w:val="00772AA5"/>
    <w:rsid w:val="00772BEC"/>
    <w:rsid w:val="00772F19"/>
    <w:rsid w:val="007732E2"/>
    <w:rsid w:val="0077383C"/>
    <w:rsid w:val="007739A1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6BA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B0CBA"/>
    <w:rsid w:val="007B0E31"/>
    <w:rsid w:val="007B10B1"/>
    <w:rsid w:val="007B1D12"/>
    <w:rsid w:val="007B1DD8"/>
    <w:rsid w:val="007B2474"/>
    <w:rsid w:val="007B3384"/>
    <w:rsid w:val="007B37C0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B70"/>
    <w:rsid w:val="007C2030"/>
    <w:rsid w:val="007C30CF"/>
    <w:rsid w:val="007C6F5C"/>
    <w:rsid w:val="007C75C2"/>
    <w:rsid w:val="007D1EDA"/>
    <w:rsid w:val="007D23BA"/>
    <w:rsid w:val="007D245C"/>
    <w:rsid w:val="007D2ED6"/>
    <w:rsid w:val="007D305B"/>
    <w:rsid w:val="007D3BE8"/>
    <w:rsid w:val="007D3D51"/>
    <w:rsid w:val="007D517A"/>
    <w:rsid w:val="007D6DD2"/>
    <w:rsid w:val="007D73A8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FE1"/>
    <w:rsid w:val="007F39CB"/>
    <w:rsid w:val="007F3C6A"/>
    <w:rsid w:val="007F5343"/>
    <w:rsid w:val="007F5711"/>
    <w:rsid w:val="007F67E4"/>
    <w:rsid w:val="007F7778"/>
    <w:rsid w:val="00800A57"/>
    <w:rsid w:val="0080124B"/>
    <w:rsid w:val="00801257"/>
    <w:rsid w:val="008013A5"/>
    <w:rsid w:val="00801DCF"/>
    <w:rsid w:val="00801FDF"/>
    <w:rsid w:val="00802BAD"/>
    <w:rsid w:val="00803183"/>
    <w:rsid w:val="00805108"/>
    <w:rsid w:val="0080515D"/>
    <w:rsid w:val="00805625"/>
    <w:rsid w:val="00805BF3"/>
    <w:rsid w:val="00810C2A"/>
    <w:rsid w:val="008112EE"/>
    <w:rsid w:val="0081292B"/>
    <w:rsid w:val="00812CCE"/>
    <w:rsid w:val="00813915"/>
    <w:rsid w:val="00813BFE"/>
    <w:rsid w:val="0081429E"/>
    <w:rsid w:val="00814786"/>
    <w:rsid w:val="0081485E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C08"/>
    <w:rsid w:val="00825ADB"/>
    <w:rsid w:val="00825FB8"/>
    <w:rsid w:val="00826A0E"/>
    <w:rsid w:val="00826AEA"/>
    <w:rsid w:val="00827E1D"/>
    <w:rsid w:val="00827F88"/>
    <w:rsid w:val="00830FDC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7D1"/>
    <w:rsid w:val="008443B8"/>
    <w:rsid w:val="00844C90"/>
    <w:rsid w:val="0084523E"/>
    <w:rsid w:val="00846157"/>
    <w:rsid w:val="008466C1"/>
    <w:rsid w:val="00846B94"/>
    <w:rsid w:val="00847903"/>
    <w:rsid w:val="00847D32"/>
    <w:rsid w:val="008509AB"/>
    <w:rsid w:val="00850A82"/>
    <w:rsid w:val="0085151F"/>
    <w:rsid w:val="00851695"/>
    <w:rsid w:val="008519F5"/>
    <w:rsid w:val="008521E3"/>
    <w:rsid w:val="0085272D"/>
    <w:rsid w:val="008534D4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662"/>
    <w:rsid w:val="0088782F"/>
    <w:rsid w:val="00887931"/>
    <w:rsid w:val="00887E75"/>
    <w:rsid w:val="008903BC"/>
    <w:rsid w:val="008903CA"/>
    <w:rsid w:val="0089074F"/>
    <w:rsid w:val="00890933"/>
    <w:rsid w:val="0089128E"/>
    <w:rsid w:val="00893869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217F"/>
    <w:rsid w:val="008A2779"/>
    <w:rsid w:val="008A4174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C8"/>
    <w:rsid w:val="008C3D0F"/>
    <w:rsid w:val="008C6302"/>
    <w:rsid w:val="008C6760"/>
    <w:rsid w:val="008C6871"/>
    <w:rsid w:val="008C7A02"/>
    <w:rsid w:val="008D08CC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C01"/>
    <w:rsid w:val="008F4512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4F77"/>
    <w:rsid w:val="009073C8"/>
    <w:rsid w:val="0091055A"/>
    <w:rsid w:val="00910B77"/>
    <w:rsid w:val="009110E2"/>
    <w:rsid w:val="009110E6"/>
    <w:rsid w:val="00911408"/>
    <w:rsid w:val="00911B14"/>
    <w:rsid w:val="00911EE5"/>
    <w:rsid w:val="00912A72"/>
    <w:rsid w:val="00912C49"/>
    <w:rsid w:val="00912DB7"/>
    <w:rsid w:val="009134A8"/>
    <w:rsid w:val="00913DAA"/>
    <w:rsid w:val="009141C4"/>
    <w:rsid w:val="00914ECC"/>
    <w:rsid w:val="009154D7"/>
    <w:rsid w:val="00915CEB"/>
    <w:rsid w:val="00916137"/>
    <w:rsid w:val="009167C5"/>
    <w:rsid w:val="00916A16"/>
    <w:rsid w:val="00917076"/>
    <w:rsid w:val="00917E8C"/>
    <w:rsid w:val="009206C3"/>
    <w:rsid w:val="00920CF5"/>
    <w:rsid w:val="009210B6"/>
    <w:rsid w:val="00921452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37FC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52"/>
    <w:rsid w:val="00954ECC"/>
    <w:rsid w:val="00955B52"/>
    <w:rsid w:val="00955C3B"/>
    <w:rsid w:val="009564DD"/>
    <w:rsid w:val="00956C0B"/>
    <w:rsid w:val="00956D12"/>
    <w:rsid w:val="00957045"/>
    <w:rsid w:val="00957BDF"/>
    <w:rsid w:val="00960618"/>
    <w:rsid w:val="0096290F"/>
    <w:rsid w:val="00962E46"/>
    <w:rsid w:val="009632B5"/>
    <w:rsid w:val="00963438"/>
    <w:rsid w:val="00963C23"/>
    <w:rsid w:val="0096427E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C8E"/>
    <w:rsid w:val="009722AB"/>
    <w:rsid w:val="00972ECB"/>
    <w:rsid w:val="00972FCF"/>
    <w:rsid w:val="009730E0"/>
    <w:rsid w:val="0097320E"/>
    <w:rsid w:val="00973463"/>
    <w:rsid w:val="00973478"/>
    <w:rsid w:val="009743DC"/>
    <w:rsid w:val="00974685"/>
    <w:rsid w:val="00976234"/>
    <w:rsid w:val="00976D10"/>
    <w:rsid w:val="00980E73"/>
    <w:rsid w:val="00981BE7"/>
    <w:rsid w:val="009822D0"/>
    <w:rsid w:val="009826EA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65D1"/>
    <w:rsid w:val="00997712"/>
    <w:rsid w:val="00997940"/>
    <w:rsid w:val="009A0770"/>
    <w:rsid w:val="009A13E1"/>
    <w:rsid w:val="009A1452"/>
    <w:rsid w:val="009A16D1"/>
    <w:rsid w:val="009A1992"/>
    <w:rsid w:val="009A1F34"/>
    <w:rsid w:val="009A2790"/>
    <w:rsid w:val="009A3A83"/>
    <w:rsid w:val="009A4ED8"/>
    <w:rsid w:val="009A51C9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58CD"/>
    <w:rsid w:val="009B5ADE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787"/>
    <w:rsid w:val="009D286B"/>
    <w:rsid w:val="009D2B9E"/>
    <w:rsid w:val="009D3A2D"/>
    <w:rsid w:val="009D3EA1"/>
    <w:rsid w:val="009D4138"/>
    <w:rsid w:val="009D5500"/>
    <w:rsid w:val="009D568D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0EAC"/>
    <w:rsid w:val="00A21237"/>
    <w:rsid w:val="00A21974"/>
    <w:rsid w:val="00A22CF3"/>
    <w:rsid w:val="00A23A4B"/>
    <w:rsid w:val="00A25A23"/>
    <w:rsid w:val="00A2621A"/>
    <w:rsid w:val="00A27125"/>
    <w:rsid w:val="00A27F24"/>
    <w:rsid w:val="00A311EE"/>
    <w:rsid w:val="00A313B3"/>
    <w:rsid w:val="00A32820"/>
    <w:rsid w:val="00A33102"/>
    <w:rsid w:val="00A33D8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E50"/>
    <w:rsid w:val="00A75394"/>
    <w:rsid w:val="00A77521"/>
    <w:rsid w:val="00A776C8"/>
    <w:rsid w:val="00A7797F"/>
    <w:rsid w:val="00A80331"/>
    <w:rsid w:val="00A81B1F"/>
    <w:rsid w:val="00A81E62"/>
    <w:rsid w:val="00A81F32"/>
    <w:rsid w:val="00A83239"/>
    <w:rsid w:val="00A83583"/>
    <w:rsid w:val="00A83B22"/>
    <w:rsid w:val="00A858A3"/>
    <w:rsid w:val="00A85DED"/>
    <w:rsid w:val="00A85E79"/>
    <w:rsid w:val="00A85F1E"/>
    <w:rsid w:val="00A863CF"/>
    <w:rsid w:val="00A86BD3"/>
    <w:rsid w:val="00A86E66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3368"/>
    <w:rsid w:val="00AA3A76"/>
    <w:rsid w:val="00AA3DBB"/>
    <w:rsid w:val="00AB06FC"/>
    <w:rsid w:val="00AB1E18"/>
    <w:rsid w:val="00AB2599"/>
    <w:rsid w:val="00AB4433"/>
    <w:rsid w:val="00AB45E5"/>
    <w:rsid w:val="00AB468E"/>
    <w:rsid w:val="00AB4FDD"/>
    <w:rsid w:val="00AB53B6"/>
    <w:rsid w:val="00AB5EF8"/>
    <w:rsid w:val="00AB61DA"/>
    <w:rsid w:val="00AB63FA"/>
    <w:rsid w:val="00AB6CA2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5F56"/>
    <w:rsid w:val="00AC6DE1"/>
    <w:rsid w:val="00AC74C2"/>
    <w:rsid w:val="00AD1202"/>
    <w:rsid w:val="00AD146D"/>
    <w:rsid w:val="00AD1A1C"/>
    <w:rsid w:val="00AD208D"/>
    <w:rsid w:val="00AD2147"/>
    <w:rsid w:val="00AD2A2F"/>
    <w:rsid w:val="00AD3767"/>
    <w:rsid w:val="00AD3F20"/>
    <w:rsid w:val="00AD4D75"/>
    <w:rsid w:val="00AD5604"/>
    <w:rsid w:val="00AD5676"/>
    <w:rsid w:val="00AD569B"/>
    <w:rsid w:val="00AD5B48"/>
    <w:rsid w:val="00AD7552"/>
    <w:rsid w:val="00AD7C10"/>
    <w:rsid w:val="00AD7DF6"/>
    <w:rsid w:val="00AE08A8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70B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26DC2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BED"/>
    <w:rsid w:val="00B464CC"/>
    <w:rsid w:val="00B465F1"/>
    <w:rsid w:val="00B46768"/>
    <w:rsid w:val="00B4691F"/>
    <w:rsid w:val="00B47A6F"/>
    <w:rsid w:val="00B47D23"/>
    <w:rsid w:val="00B51657"/>
    <w:rsid w:val="00B52B8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1957"/>
    <w:rsid w:val="00B626A7"/>
    <w:rsid w:val="00B63876"/>
    <w:rsid w:val="00B64960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BEF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279C"/>
    <w:rsid w:val="00B829C6"/>
    <w:rsid w:val="00B82E53"/>
    <w:rsid w:val="00B83EC2"/>
    <w:rsid w:val="00B841E3"/>
    <w:rsid w:val="00B8423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3DA"/>
    <w:rsid w:val="00BA7581"/>
    <w:rsid w:val="00BA7EA2"/>
    <w:rsid w:val="00BB06E0"/>
    <w:rsid w:val="00BB0FA6"/>
    <w:rsid w:val="00BB15C3"/>
    <w:rsid w:val="00BB17B0"/>
    <w:rsid w:val="00BB1D08"/>
    <w:rsid w:val="00BB1E7E"/>
    <w:rsid w:val="00BB2DAF"/>
    <w:rsid w:val="00BB3808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67D"/>
    <w:rsid w:val="00BC6DFF"/>
    <w:rsid w:val="00BC71FE"/>
    <w:rsid w:val="00BC7A1B"/>
    <w:rsid w:val="00BC7B6F"/>
    <w:rsid w:val="00BC7BD3"/>
    <w:rsid w:val="00BD037D"/>
    <w:rsid w:val="00BD0F60"/>
    <w:rsid w:val="00BD2EA3"/>
    <w:rsid w:val="00BD3582"/>
    <w:rsid w:val="00BD3D32"/>
    <w:rsid w:val="00BD3F66"/>
    <w:rsid w:val="00BD4A22"/>
    <w:rsid w:val="00BD568C"/>
    <w:rsid w:val="00BD681D"/>
    <w:rsid w:val="00BD69BF"/>
    <w:rsid w:val="00BD7054"/>
    <w:rsid w:val="00BD70AB"/>
    <w:rsid w:val="00BD7E4B"/>
    <w:rsid w:val="00BD7F23"/>
    <w:rsid w:val="00BD7F25"/>
    <w:rsid w:val="00BE0BC5"/>
    <w:rsid w:val="00BE10E0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BF65E9"/>
    <w:rsid w:val="00C0015C"/>
    <w:rsid w:val="00C00A3F"/>
    <w:rsid w:val="00C01876"/>
    <w:rsid w:val="00C01DEC"/>
    <w:rsid w:val="00C02783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29C"/>
    <w:rsid w:val="00C13BF8"/>
    <w:rsid w:val="00C13EFE"/>
    <w:rsid w:val="00C14381"/>
    <w:rsid w:val="00C147C2"/>
    <w:rsid w:val="00C14EC4"/>
    <w:rsid w:val="00C16461"/>
    <w:rsid w:val="00C169D0"/>
    <w:rsid w:val="00C2063C"/>
    <w:rsid w:val="00C211A6"/>
    <w:rsid w:val="00C218F6"/>
    <w:rsid w:val="00C21DAE"/>
    <w:rsid w:val="00C22059"/>
    <w:rsid w:val="00C2271B"/>
    <w:rsid w:val="00C22AF8"/>
    <w:rsid w:val="00C246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2BE"/>
    <w:rsid w:val="00C345FB"/>
    <w:rsid w:val="00C358CD"/>
    <w:rsid w:val="00C35C4A"/>
    <w:rsid w:val="00C36E24"/>
    <w:rsid w:val="00C37232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FB2"/>
    <w:rsid w:val="00C47B59"/>
    <w:rsid w:val="00C50477"/>
    <w:rsid w:val="00C51B21"/>
    <w:rsid w:val="00C51E4A"/>
    <w:rsid w:val="00C51FBD"/>
    <w:rsid w:val="00C52EAF"/>
    <w:rsid w:val="00C534A2"/>
    <w:rsid w:val="00C54265"/>
    <w:rsid w:val="00C54A9D"/>
    <w:rsid w:val="00C54E27"/>
    <w:rsid w:val="00C55908"/>
    <w:rsid w:val="00C55CFA"/>
    <w:rsid w:val="00C5644F"/>
    <w:rsid w:val="00C56990"/>
    <w:rsid w:val="00C5722A"/>
    <w:rsid w:val="00C5748D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34F"/>
    <w:rsid w:val="00C67A35"/>
    <w:rsid w:val="00C715F5"/>
    <w:rsid w:val="00C71CBD"/>
    <w:rsid w:val="00C73845"/>
    <w:rsid w:val="00C745ED"/>
    <w:rsid w:val="00C74738"/>
    <w:rsid w:val="00C758EC"/>
    <w:rsid w:val="00C75B75"/>
    <w:rsid w:val="00C801D8"/>
    <w:rsid w:val="00C8034F"/>
    <w:rsid w:val="00C814A5"/>
    <w:rsid w:val="00C81F34"/>
    <w:rsid w:val="00C82566"/>
    <w:rsid w:val="00C82934"/>
    <w:rsid w:val="00C832F2"/>
    <w:rsid w:val="00C83EF3"/>
    <w:rsid w:val="00C842B6"/>
    <w:rsid w:val="00C84E28"/>
    <w:rsid w:val="00C85B23"/>
    <w:rsid w:val="00C85BB4"/>
    <w:rsid w:val="00C86F1A"/>
    <w:rsid w:val="00C87E2F"/>
    <w:rsid w:val="00C87E67"/>
    <w:rsid w:val="00C900B0"/>
    <w:rsid w:val="00C90767"/>
    <w:rsid w:val="00C914D9"/>
    <w:rsid w:val="00C91F6A"/>
    <w:rsid w:val="00C92208"/>
    <w:rsid w:val="00C933DC"/>
    <w:rsid w:val="00C9374B"/>
    <w:rsid w:val="00C93C9A"/>
    <w:rsid w:val="00C95010"/>
    <w:rsid w:val="00C951A7"/>
    <w:rsid w:val="00C9651E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601C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5EDF"/>
    <w:rsid w:val="00D060EE"/>
    <w:rsid w:val="00D069CD"/>
    <w:rsid w:val="00D06A41"/>
    <w:rsid w:val="00D06BBE"/>
    <w:rsid w:val="00D06CFD"/>
    <w:rsid w:val="00D06F8A"/>
    <w:rsid w:val="00D07E4E"/>
    <w:rsid w:val="00D11516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24"/>
    <w:rsid w:val="00D14B39"/>
    <w:rsid w:val="00D14C85"/>
    <w:rsid w:val="00D160EF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57DC"/>
    <w:rsid w:val="00D45DE8"/>
    <w:rsid w:val="00D46066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5788A"/>
    <w:rsid w:val="00D60970"/>
    <w:rsid w:val="00D61A85"/>
    <w:rsid w:val="00D66532"/>
    <w:rsid w:val="00D66A86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C29"/>
    <w:rsid w:val="00D80E10"/>
    <w:rsid w:val="00D80F85"/>
    <w:rsid w:val="00D816A4"/>
    <w:rsid w:val="00D8189C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828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5B3"/>
    <w:rsid w:val="00D967DB"/>
    <w:rsid w:val="00D9747D"/>
    <w:rsid w:val="00D97649"/>
    <w:rsid w:val="00D97BB3"/>
    <w:rsid w:val="00DA0A4E"/>
    <w:rsid w:val="00DA0A58"/>
    <w:rsid w:val="00DA0AA9"/>
    <w:rsid w:val="00DA0E64"/>
    <w:rsid w:val="00DA1105"/>
    <w:rsid w:val="00DA1F88"/>
    <w:rsid w:val="00DA2467"/>
    <w:rsid w:val="00DA340D"/>
    <w:rsid w:val="00DA409C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390"/>
    <w:rsid w:val="00DC78FC"/>
    <w:rsid w:val="00DC7B27"/>
    <w:rsid w:val="00DD03CC"/>
    <w:rsid w:val="00DD0B5C"/>
    <w:rsid w:val="00DD0BE9"/>
    <w:rsid w:val="00DD16AC"/>
    <w:rsid w:val="00DD18F6"/>
    <w:rsid w:val="00DD1B01"/>
    <w:rsid w:val="00DD22BE"/>
    <w:rsid w:val="00DD2540"/>
    <w:rsid w:val="00DD28E9"/>
    <w:rsid w:val="00DD2D94"/>
    <w:rsid w:val="00DD3690"/>
    <w:rsid w:val="00DD43EC"/>
    <w:rsid w:val="00DD489A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6AF5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065"/>
    <w:rsid w:val="00E06123"/>
    <w:rsid w:val="00E0785C"/>
    <w:rsid w:val="00E07C39"/>
    <w:rsid w:val="00E1050B"/>
    <w:rsid w:val="00E10701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6E82"/>
    <w:rsid w:val="00E3708F"/>
    <w:rsid w:val="00E37276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E15"/>
    <w:rsid w:val="00E54089"/>
    <w:rsid w:val="00E548F7"/>
    <w:rsid w:val="00E552F5"/>
    <w:rsid w:val="00E57063"/>
    <w:rsid w:val="00E57BB0"/>
    <w:rsid w:val="00E60FE2"/>
    <w:rsid w:val="00E615C9"/>
    <w:rsid w:val="00E625C1"/>
    <w:rsid w:val="00E62F53"/>
    <w:rsid w:val="00E63A15"/>
    <w:rsid w:val="00E6423C"/>
    <w:rsid w:val="00E644F6"/>
    <w:rsid w:val="00E64EAF"/>
    <w:rsid w:val="00E66216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D28"/>
    <w:rsid w:val="00E75E6B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1C9D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6900"/>
    <w:rsid w:val="00E97324"/>
    <w:rsid w:val="00E97BBD"/>
    <w:rsid w:val="00E97DCD"/>
    <w:rsid w:val="00EA11D6"/>
    <w:rsid w:val="00EA1E77"/>
    <w:rsid w:val="00EA3B50"/>
    <w:rsid w:val="00EA44B0"/>
    <w:rsid w:val="00EA4B7D"/>
    <w:rsid w:val="00EA58D6"/>
    <w:rsid w:val="00EA5BDC"/>
    <w:rsid w:val="00EA6171"/>
    <w:rsid w:val="00EA6A02"/>
    <w:rsid w:val="00EA700F"/>
    <w:rsid w:val="00EA7672"/>
    <w:rsid w:val="00EB08D4"/>
    <w:rsid w:val="00EB0D56"/>
    <w:rsid w:val="00EB135F"/>
    <w:rsid w:val="00EB1D41"/>
    <w:rsid w:val="00EB20A8"/>
    <w:rsid w:val="00EB45E6"/>
    <w:rsid w:val="00EB4E3C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D1174"/>
    <w:rsid w:val="00ED163B"/>
    <w:rsid w:val="00ED17B4"/>
    <w:rsid w:val="00ED2829"/>
    <w:rsid w:val="00ED2E32"/>
    <w:rsid w:val="00ED32B6"/>
    <w:rsid w:val="00ED3384"/>
    <w:rsid w:val="00ED42F3"/>
    <w:rsid w:val="00ED4425"/>
    <w:rsid w:val="00ED544A"/>
    <w:rsid w:val="00ED5773"/>
    <w:rsid w:val="00ED64E1"/>
    <w:rsid w:val="00ED656A"/>
    <w:rsid w:val="00ED7F75"/>
    <w:rsid w:val="00EE0409"/>
    <w:rsid w:val="00EE0AFA"/>
    <w:rsid w:val="00EE0BA8"/>
    <w:rsid w:val="00EE1369"/>
    <w:rsid w:val="00EE1647"/>
    <w:rsid w:val="00EE2426"/>
    <w:rsid w:val="00EE2658"/>
    <w:rsid w:val="00EE2E35"/>
    <w:rsid w:val="00EE3284"/>
    <w:rsid w:val="00EE35AD"/>
    <w:rsid w:val="00EE3975"/>
    <w:rsid w:val="00EE3A8B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B75"/>
    <w:rsid w:val="00EE7CB2"/>
    <w:rsid w:val="00EF02C4"/>
    <w:rsid w:val="00EF0530"/>
    <w:rsid w:val="00EF18FE"/>
    <w:rsid w:val="00EF2245"/>
    <w:rsid w:val="00EF2644"/>
    <w:rsid w:val="00EF2733"/>
    <w:rsid w:val="00EF2997"/>
    <w:rsid w:val="00EF2EDD"/>
    <w:rsid w:val="00EF2F07"/>
    <w:rsid w:val="00EF340A"/>
    <w:rsid w:val="00EF3451"/>
    <w:rsid w:val="00EF376E"/>
    <w:rsid w:val="00EF4D7D"/>
    <w:rsid w:val="00EF5890"/>
    <w:rsid w:val="00EF5B2D"/>
    <w:rsid w:val="00EF5F88"/>
    <w:rsid w:val="00EF5FEF"/>
    <w:rsid w:val="00EF6F1F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0DFC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7804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777"/>
    <w:rsid w:val="00F4079E"/>
    <w:rsid w:val="00F41041"/>
    <w:rsid w:val="00F4120F"/>
    <w:rsid w:val="00F41346"/>
    <w:rsid w:val="00F41F22"/>
    <w:rsid w:val="00F4259A"/>
    <w:rsid w:val="00F430DA"/>
    <w:rsid w:val="00F4321F"/>
    <w:rsid w:val="00F441B0"/>
    <w:rsid w:val="00F44AA2"/>
    <w:rsid w:val="00F44DEB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5709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A74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CE4"/>
    <w:rsid w:val="00F74E3C"/>
    <w:rsid w:val="00F75908"/>
    <w:rsid w:val="00F76CC0"/>
    <w:rsid w:val="00F770D9"/>
    <w:rsid w:val="00F770E1"/>
    <w:rsid w:val="00F800BA"/>
    <w:rsid w:val="00F800D0"/>
    <w:rsid w:val="00F8319C"/>
    <w:rsid w:val="00F83379"/>
    <w:rsid w:val="00F84104"/>
    <w:rsid w:val="00F84A92"/>
    <w:rsid w:val="00F84C70"/>
    <w:rsid w:val="00F84E1C"/>
    <w:rsid w:val="00F867BA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C0D3C"/>
    <w:rsid w:val="00FC1324"/>
    <w:rsid w:val="00FC1909"/>
    <w:rsid w:val="00FC2662"/>
    <w:rsid w:val="00FC45A3"/>
    <w:rsid w:val="00FC4799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D776D"/>
    <w:rsid w:val="00FD7E6E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3098"/>
    <w:rsid w:val="00FF42DC"/>
    <w:rsid w:val="00FF4C18"/>
    <w:rsid w:val="00FF5600"/>
    <w:rsid w:val="00FF6177"/>
    <w:rsid w:val="00FF69DB"/>
    <w:rsid w:val="00F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794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72794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rsid w:val="00381641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41A74"/>
    <w:rPr>
      <w:rFonts w:ascii="Calibri" w:hAnsi="Calibri" w:cs="Times New Roman"/>
      <w:sz w:val="22"/>
      <w:lang w:eastAsia="en-US"/>
    </w:rPr>
  </w:style>
  <w:style w:type="character" w:styleId="PageNumber">
    <w:name w:val="page number"/>
    <w:basedOn w:val="DefaultParagraphFont"/>
    <w:uiPriority w:val="99"/>
    <w:rsid w:val="0038164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164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3076"/>
    <w:rPr>
      <w:rFonts w:ascii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9965D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E1C3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E1C3A"/>
    <w:rPr>
      <w:rFonts w:ascii="Tahoma" w:hAnsi="Tahoma" w:cs="Times New Roman"/>
      <w:sz w:val="16"/>
      <w:lang w:eastAsia="en-US"/>
    </w:rPr>
  </w:style>
  <w:style w:type="table" w:styleId="TableGrid">
    <w:name w:val="Table Grid"/>
    <w:basedOn w:val="TableNormal"/>
    <w:uiPriority w:val="99"/>
    <w:rsid w:val="008521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9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1755</Words>
  <Characters>10007</Characters>
  <Application>Microsoft Office Outlook</Application>
  <DocSecurity>0</DocSecurity>
  <Lines>0</Lines>
  <Paragraphs>0</Paragraphs>
  <ScaleCrop>false</ScaleCrop>
  <Company>mineconom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Администратор</dc:creator>
  <cp:keywords/>
  <dc:description/>
  <cp:lastModifiedBy>User</cp:lastModifiedBy>
  <cp:revision>2</cp:revision>
  <cp:lastPrinted>2017-12-19T12:45:00Z</cp:lastPrinted>
  <dcterms:created xsi:type="dcterms:W3CDTF">2018-01-11T13:29:00Z</dcterms:created>
  <dcterms:modified xsi:type="dcterms:W3CDTF">2018-01-11T13:29:00Z</dcterms:modified>
</cp:coreProperties>
</file>